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EE8AE" w14:textId="2A3D2242" w:rsidR="009C34EF" w:rsidRPr="009C34EF" w:rsidRDefault="009C34EF" w:rsidP="009C34EF">
      <w:pPr>
        <w:jc w:val="right"/>
        <w:rPr>
          <w:rFonts w:asciiTheme="minorEastAsia" w:hAnsiTheme="minorEastAsia"/>
          <w:szCs w:val="21"/>
        </w:rPr>
      </w:pPr>
      <w:r w:rsidRPr="009C34EF">
        <w:rPr>
          <w:rFonts w:asciiTheme="minorEastAsia" w:hAnsiTheme="minorEastAsia" w:hint="eastAsia"/>
          <w:szCs w:val="21"/>
        </w:rPr>
        <w:t>受付番号</w:t>
      </w:r>
      <w:r w:rsidRPr="009C34EF">
        <w:rPr>
          <w:rFonts w:asciiTheme="minorEastAsia" w:hAnsiTheme="minorEastAsia" w:hint="eastAsia"/>
          <w:szCs w:val="21"/>
          <w:u w:val="single"/>
        </w:rPr>
        <w:t xml:space="preserve">　　　　</w:t>
      </w:r>
      <w:r w:rsidRPr="009C34EF">
        <w:rPr>
          <w:rFonts w:asciiTheme="minorEastAsia" w:hAnsiTheme="minorEastAsia" w:hint="eastAsia"/>
          <w:szCs w:val="21"/>
        </w:rPr>
        <w:t>番</w:t>
      </w:r>
    </w:p>
    <w:p w14:paraId="3FC15040" w14:textId="77777777" w:rsidR="009C34EF" w:rsidRPr="009C34EF" w:rsidRDefault="009C34EF" w:rsidP="006D64A0">
      <w:pPr>
        <w:jc w:val="center"/>
      </w:pPr>
    </w:p>
    <w:p w14:paraId="47A7B2E7" w14:textId="77777777" w:rsidR="00B2645E" w:rsidRDefault="006D64A0" w:rsidP="00B2645E">
      <w:pPr>
        <w:spacing w:line="400" w:lineRule="exact"/>
        <w:jc w:val="center"/>
        <w:rPr>
          <w:sz w:val="28"/>
        </w:rPr>
      </w:pPr>
      <w:r w:rsidRPr="001C0074">
        <w:rPr>
          <w:rFonts w:hint="eastAsia"/>
          <w:sz w:val="28"/>
        </w:rPr>
        <w:t>臨床倫理検討委員会審査申請書</w:t>
      </w:r>
    </w:p>
    <w:p w14:paraId="7877C7B5" w14:textId="07871792" w:rsidR="006D64A0" w:rsidRPr="001C0074" w:rsidRDefault="001C0074" w:rsidP="00B2645E">
      <w:pPr>
        <w:spacing w:line="400" w:lineRule="exact"/>
        <w:jc w:val="center"/>
        <w:rPr>
          <w:sz w:val="28"/>
        </w:rPr>
      </w:pPr>
      <w:r w:rsidRPr="001C0074">
        <w:rPr>
          <w:rFonts w:hint="eastAsia"/>
          <w:sz w:val="28"/>
        </w:rPr>
        <w:t>（医療倫理課題用）</w:t>
      </w:r>
    </w:p>
    <w:p w14:paraId="263551B5" w14:textId="77777777" w:rsidR="006D64A0" w:rsidRDefault="006D64A0" w:rsidP="006D64A0">
      <w:pPr>
        <w:jc w:val="right"/>
        <w:rPr>
          <w:sz w:val="24"/>
        </w:rPr>
      </w:pPr>
    </w:p>
    <w:p w14:paraId="617A9789" w14:textId="5BBA1D77" w:rsidR="006D64A0" w:rsidRPr="009C34EF" w:rsidRDefault="00147F7E" w:rsidP="006D64A0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062AEC">
        <w:rPr>
          <w:rFonts w:hint="eastAsia"/>
          <w:szCs w:val="21"/>
        </w:rPr>
        <w:t xml:space="preserve">　</w:t>
      </w:r>
      <w:r w:rsidR="006D64A0" w:rsidRPr="009C34EF">
        <w:rPr>
          <w:rFonts w:hint="eastAsia"/>
          <w:szCs w:val="21"/>
        </w:rPr>
        <w:t xml:space="preserve">　年</w:t>
      </w:r>
      <w:r w:rsidR="00062AEC">
        <w:rPr>
          <w:rFonts w:hint="eastAsia"/>
          <w:szCs w:val="21"/>
        </w:rPr>
        <w:t xml:space="preserve">　</w:t>
      </w:r>
      <w:r w:rsidR="006D64A0" w:rsidRPr="009C34EF">
        <w:rPr>
          <w:rFonts w:hint="eastAsia"/>
          <w:szCs w:val="21"/>
        </w:rPr>
        <w:t xml:space="preserve">　月　</w:t>
      </w:r>
      <w:r w:rsidR="00062AEC">
        <w:rPr>
          <w:rFonts w:hint="eastAsia"/>
          <w:szCs w:val="21"/>
        </w:rPr>
        <w:t xml:space="preserve">　</w:t>
      </w:r>
      <w:r w:rsidR="006D64A0" w:rsidRPr="009C34EF">
        <w:rPr>
          <w:rFonts w:hint="eastAsia"/>
          <w:szCs w:val="21"/>
        </w:rPr>
        <w:t>日</w:t>
      </w:r>
    </w:p>
    <w:p w14:paraId="3A27BA6C" w14:textId="77777777" w:rsidR="006D64A0" w:rsidRPr="009C34EF" w:rsidRDefault="006D64A0" w:rsidP="006D64A0">
      <w:pPr>
        <w:rPr>
          <w:szCs w:val="21"/>
        </w:rPr>
      </w:pPr>
    </w:p>
    <w:p w14:paraId="212784F9" w14:textId="77777777" w:rsidR="006D64A0" w:rsidRPr="009C34EF" w:rsidRDefault="006D64A0" w:rsidP="006D64A0">
      <w:pPr>
        <w:rPr>
          <w:szCs w:val="21"/>
        </w:rPr>
      </w:pPr>
      <w:r w:rsidRPr="009C34EF">
        <w:rPr>
          <w:rFonts w:hint="eastAsia"/>
          <w:szCs w:val="21"/>
        </w:rPr>
        <w:t>新潟大学医歯学総合病院</w:t>
      </w:r>
    </w:p>
    <w:p w14:paraId="0424FFBB" w14:textId="77777777" w:rsidR="006D64A0" w:rsidRPr="009C34EF" w:rsidRDefault="006D64A0" w:rsidP="006D64A0">
      <w:pPr>
        <w:rPr>
          <w:szCs w:val="21"/>
        </w:rPr>
      </w:pPr>
      <w:r w:rsidRPr="009C34EF">
        <w:rPr>
          <w:rFonts w:hint="eastAsia"/>
          <w:szCs w:val="21"/>
        </w:rPr>
        <w:t>臨床倫理検討委員会委員長　　殿</w:t>
      </w:r>
    </w:p>
    <w:p w14:paraId="54D2AF27" w14:textId="77777777" w:rsidR="006D64A0" w:rsidRPr="009C34EF" w:rsidRDefault="006D64A0" w:rsidP="009C34EF">
      <w:pPr>
        <w:ind w:firstLineChars="1900" w:firstLine="3990"/>
        <w:rPr>
          <w:szCs w:val="21"/>
        </w:rPr>
      </w:pPr>
      <w:bookmarkStart w:id="0" w:name="_GoBack"/>
      <w:bookmarkEnd w:id="0"/>
    </w:p>
    <w:p w14:paraId="7F516F3E" w14:textId="25F99C12" w:rsidR="006D64A0" w:rsidRPr="009C34EF" w:rsidRDefault="006D64A0" w:rsidP="006D64A0">
      <w:pPr>
        <w:jc w:val="left"/>
        <w:rPr>
          <w:szCs w:val="21"/>
        </w:rPr>
      </w:pPr>
      <w:r w:rsidRPr="009C34EF">
        <w:rPr>
          <w:rFonts w:hint="eastAsia"/>
          <w:szCs w:val="21"/>
        </w:rPr>
        <w:t xml:space="preserve">　　　　　　　　　　</w:t>
      </w:r>
      <w:r w:rsidR="009C34EF">
        <w:rPr>
          <w:rFonts w:hint="eastAsia"/>
          <w:szCs w:val="21"/>
        </w:rPr>
        <w:t xml:space="preserve">　　</w:t>
      </w:r>
      <w:r w:rsidR="00C66125">
        <w:rPr>
          <w:rFonts w:hint="eastAsia"/>
          <w:szCs w:val="21"/>
        </w:rPr>
        <w:t xml:space="preserve">　　　　　申請者</w:t>
      </w:r>
      <w:r w:rsidR="009C34EF">
        <w:rPr>
          <w:rFonts w:hint="eastAsia"/>
          <w:szCs w:val="21"/>
        </w:rPr>
        <w:t xml:space="preserve">　所　属：</w:t>
      </w:r>
    </w:p>
    <w:p w14:paraId="70FB6031" w14:textId="73E51DC7" w:rsidR="006D64A0" w:rsidRPr="009C34EF" w:rsidRDefault="006D64A0" w:rsidP="006D64A0">
      <w:pPr>
        <w:jc w:val="left"/>
        <w:rPr>
          <w:szCs w:val="21"/>
        </w:rPr>
      </w:pPr>
      <w:r w:rsidRPr="009C34EF">
        <w:rPr>
          <w:rFonts w:hint="eastAsia"/>
          <w:szCs w:val="21"/>
        </w:rPr>
        <w:t xml:space="preserve">　　　　　　　　　　　　　　　　　</w:t>
      </w:r>
      <w:r w:rsidR="00C66125">
        <w:rPr>
          <w:rFonts w:hint="eastAsia"/>
          <w:szCs w:val="21"/>
        </w:rPr>
        <w:t xml:space="preserve">　</w:t>
      </w:r>
      <w:r w:rsidR="009C34EF">
        <w:rPr>
          <w:rFonts w:hint="eastAsia"/>
          <w:szCs w:val="21"/>
        </w:rPr>
        <w:t xml:space="preserve">　　</w:t>
      </w:r>
      <w:r w:rsidRPr="009C34EF">
        <w:rPr>
          <w:rFonts w:hint="eastAsia"/>
          <w:szCs w:val="21"/>
        </w:rPr>
        <w:t xml:space="preserve">　職　名：</w:t>
      </w:r>
    </w:p>
    <w:p w14:paraId="76A62F88" w14:textId="37B440D2" w:rsidR="006D64A0" w:rsidRDefault="006D64A0" w:rsidP="006D64A0">
      <w:pPr>
        <w:jc w:val="left"/>
        <w:rPr>
          <w:szCs w:val="21"/>
        </w:rPr>
      </w:pPr>
      <w:r w:rsidRPr="009C34EF">
        <w:rPr>
          <w:rFonts w:hint="eastAsia"/>
          <w:szCs w:val="21"/>
        </w:rPr>
        <w:t xml:space="preserve">　　　　　　　　　　　　　　　　</w:t>
      </w:r>
      <w:r w:rsidR="009C34EF">
        <w:rPr>
          <w:rFonts w:hint="eastAsia"/>
          <w:szCs w:val="21"/>
        </w:rPr>
        <w:t xml:space="preserve">　</w:t>
      </w:r>
      <w:r w:rsidR="00C66125">
        <w:rPr>
          <w:rFonts w:hint="eastAsia"/>
          <w:szCs w:val="21"/>
        </w:rPr>
        <w:t xml:space="preserve">　</w:t>
      </w:r>
      <w:r w:rsidR="009C34EF">
        <w:rPr>
          <w:rFonts w:hint="eastAsia"/>
          <w:szCs w:val="21"/>
        </w:rPr>
        <w:t xml:space="preserve">　</w:t>
      </w:r>
      <w:r w:rsidRPr="009C34EF">
        <w:rPr>
          <w:rFonts w:hint="eastAsia"/>
          <w:szCs w:val="21"/>
        </w:rPr>
        <w:t xml:space="preserve">　　氏　名：</w:t>
      </w:r>
    </w:p>
    <w:p w14:paraId="784D08DA" w14:textId="77777777" w:rsidR="00C66125" w:rsidRDefault="00C66125" w:rsidP="006D64A0">
      <w:pPr>
        <w:jc w:val="left"/>
        <w:rPr>
          <w:szCs w:val="21"/>
        </w:rPr>
      </w:pPr>
    </w:p>
    <w:p w14:paraId="671DCC75" w14:textId="55E72553" w:rsidR="00C66125" w:rsidRPr="009C34EF" w:rsidRDefault="00C66125" w:rsidP="00C66125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所属長</w:t>
      </w:r>
      <w:r w:rsidR="007B26BA">
        <w:rPr>
          <w:rFonts w:hint="eastAsia"/>
          <w:szCs w:val="21"/>
        </w:rPr>
        <w:t>（診療科長）</w:t>
      </w:r>
    </w:p>
    <w:p w14:paraId="7D39865B" w14:textId="0A021ECA" w:rsidR="00C66125" w:rsidRDefault="00C66125" w:rsidP="00C66125">
      <w:pPr>
        <w:jc w:val="left"/>
        <w:rPr>
          <w:szCs w:val="21"/>
        </w:rPr>
      </w:pPr>
      <w:r w:rsidRPr="009C34EF">
        <w:rPr>
          <w:rFonts w:hint="eastAsia"/>
          <w:szCs w:val="21"/>
        </w:rPr>
        <w:t xml:space="preserve">　　　　　　　　　　　　　　　　</w:t>
      </w:r>
      <w:r>
        <w:rPr>
          <w:rFonts w:hint="eastAsia"/>
          <w:szCs w:val="21"/>
        </w:rPr>
        <w:t xml:space="preserve">　　　</w:t>
      </w:r>
      <w:r w:rsidRPr="009C34EF">
        <w:rPr>
          <w:rFonts w:hint="eastAsia"/>
          <w:szCs w:val="21"/>
        </w:rPr>
        <w:t xml:space="preserve">　　氏　名：</w:t>
      </w:r>
      <w:r>
        <w:rPr>
          <w:rFonts w:hint="eastAsia"/>
          <w:szCs w:val="21"/>
        </w:rPr>
        <w:t xml:space="preserve">　　　　　　　　　　　　　　　印</w:t>
      </w:r>
    </w:p>
    <w:p w14:paraId="3E597C78" w14:textId="77777777" w:rsidR="00C66125" w:rsidRPr="00C66125" w:rsidRDefault="00C66125" w:rsidP="006D64A0">
      <w:pPr>
        <w:jc w:val="left"/>
        <w:rPr>
          <w:szCs w:val="21"/>
        </w:rPr>
      </w:pPr>
    </w:p>
    <w:p w14:paraId="50B12B5B" w14:textId="3063B584" w:rsidR="006D64A0" w:rsidRDefault="001868A5" w:rsidP="001868A5">
      <w:pPr>
        <w:rPr>
          <w:szCs w:val="21"/>
        </w:rPr>
      </w:pPr>
      <w:r>
        <w:rPr>
          <w:rFonts w:hint="eastAsia"/>
          <w:szCs w:val="21"/>
        </w:rPr>
        <w:t>下記のとおり申請しますので，審査願います。</w:t>
      </w:r>
    </w:p>
    <w:p w14:paraId="034D3392" w14:textId="77777777" w:rsidR="00C66125" w:rsidRDefault="00C66125" w:rsidP="001868A5">
      <w:pPr>
        <w:rPr>
          <w:szCs w:val="21"/>
        </w:rPr>
      </w:pPr>
    </w:p>
    <w:p w14:paraId="7C3750E2" w14:textId="6DDD5EB1" w:rsidR="001868A5" w:rsidRDefault="001868A5" w:rsidP="00673080">
      <w:pPr>
        <w:pStyle w:val="a8"/>
      </w:pPr>
      <w:r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3289"/>
        <w:gridCol w:w="3290"/>
      </w:tblGrid>
      <w:tr w:rsidR="001868A5" w14:paraId="3D1BBDA5" w14:textId="05BE4193" w:rsidTr="00923B5B">
        <w:tc>
          <w:tcPr>
            <w:tcW w:w="2310" w:type="dxa"/>
            <w:tcBorders>
              <w:bottom w:val="single" w:sz="4" w:space="0" w:color="auto"/>
              <w:right w:val="single" w:sz="4" w:space="0" w:color="auto"/>
            </w:tcBorders>
          </w:tcPr>
          <w:p w14:paraId="762481DD" w14:textId="77777777" w:rsidR="00923B5B" w:rsidRDefault="00802644" w:rsidP="00802644">
            <w:r>
              <w:rPr>
                <w:rFonts w:hint="eastAsia"/>
              </w:rPr>
              <w:t xml:space="preserve">Ⅰ　</w:t>
            </w:r>
            <w:r w:rsidR="008B20B6" w:rsidRPr="00B54832">
              <w:rPr>
                <w:rFonts w:hint="eastAsia"/>
              </w:rPr>
              <w:t>問題となる倫理的</w:t>
            </w:r>
          </w:p>
          <w:p w14:paraId="3B79721E" w14:textId="24A973E9" w:rsidR="001868A5" w:rsidRPr="0061665D" w:rsidRDefault="00923B5B" w:rsidP="00802644">
            <w:r>
              <w:rPr>
                <w:rFonts w:hint="eastAsia"/>
              </w:rPr>
              <w:t xml:space="preserve">　　</w:t>
            </w:r>
            <w:r w:rsidR="008B20B6" w:rsidRPr="00B54832">
              <w:rPr>
                <w:rFonts w:hint="eastAsia"/>
              </w:rPr>
              <w:t>課題</w:t>
            </w:r>
            <w:r w:rsidR="00802644">
              <w:rPr>
                <w:rFonts w:hint="eastAsia"/>
              </w:rPr>
              <w:t>名</w:t>
            </w:r>
          </w:p>
        </w:tc>
        <w:tc>
          <w:tcPr>
            <w:tcW w:w="657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F8A9A26" w14:textId="77777777" w:rsidR="00B54832" w:rsidRPr="00802644" w:rsidRDefault="00B54832" w:rsidP="00C8062E"/>
          <w:p w14:paraId="6EE64691" w14:textId="77777777" w:rsidR="00B54832" w:rsidRPr="0061665D" w:rsidRDefault="00B54832" w:rsidP="00C8062E"/>
        </w:tc>
      </w:tr>
      <w:tr w:rsidR="00802644" w14:paraId="60CABC59" w14:textId="77777777" w:rsidTr="00923B5B">
        <w:tc>
          <w:tcPr>
            <w:tcW w:w="2310" w:type="dxa"/>
            <w:tcBorders>
              <w:bottom w:val="single" w:sz="4" w:space="0" w:color="auto"/>
              <w:right w:val="single" w:sz="4" w:space="0" w:color="auto"/>
            </w:tcBorders>
          </w:tcPr>
          <w:p w14:paraId="13D074EF" w14:textId="77777777" w:rsidR="00923B5B" w:rsidRDefault="00802644" w:rsidP="008B20B6">
            <w:r>
              <w:rPr>
                <w:rFonts w:hint="eastAsia"/>
              </w:rPr>
              <w:t xml:space="preserve">Ⅱ　</w:t>
            </w:r>
            <w:r w:rsidRPr="00B54832">
              <w:rPr>
                <w:rFonts w:hint="eastAsia"/>
              </w:rPr>
              <w:t>審査を依頼する</w:t>
            </w:r>
          </w:p>
          <w:p w14:paraId="60940056" w14:textId="0CB287FE" w:rsidR="00802644" w:rsidRDefault="00923B5B" w:rsidP="008B20B6">
            <w:r>
              <w:rPr>
                <w:rFonts w:hint="eastAsia"/>
              </w:rPr>
              <w:t xml:space="preserve">　　</w:t>
            </w:r>
            <w:r w:rsidR="00802644" w:rsidRPr="00B54832">
              <w:rPr>
                <w:rFonts w:hint="eastAsia"/>
              </w:rPr>
              <w:t>理由</w:t>
            </w:r>
          </w:p>
        </w:tc>
        <w:tc>
          <w:tcPr>
            <w:tcW w:w="657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4C92E5C" w14:textId="77777777" w:rsidR="00802644" w:rsidRDefault="00802644" w:rsidP="00C8062E"/>
          <w:p w14:paraId="65046A31" w14:textId="77777777" w:rsidR="00802644" w:rsidRDefault="00802644" w:rsidP="00C8062E"/>
          <w:p w14:paraId="4532F9E2" w14:textId="77777777" w:rsidR="00D201F5" w:rsidRDefault="00D201F5" w:rsidP="00C8062E"/>
          <w:p w14:paraId="4FA91C9C" w14:textId="77777777" w:rsidR="00D201F5" w:rsidRDefault="00D201F5" w:rsidP="00C8062E"/>
          <w:p w14:paraId="25BB5E6C" w14:textId="77777777" w:rsidR="00D201F5" w:rsidRDefault="00D201F5" w:rsidP="00C8062E"/>
          <w:p w14:paraId="28DDD1EA" w14:textId="77777777" w:rsidR="00802644" w:rsidRDefault="00802644" w:rsidP="00C8062E"/>
        </w:tc>
      </w:tr>
      <w:tr w:rsidR="007A2CF4" w14:paraId="32535A43" w14:textId="77777777" w:rsidTr="00923B5B">
        <w:tc>
          <w:tcPr>
            <w:tcW w:w="2310" w:type="dxa"/>
            <w:tcBorders>
              <w:bottom w:val="single" w:sz="4" w:space="0" w:color="auto"/>
              <w:right w:val="single" w:sz="4" w:space="0" w:color="auto"/>
            </w:tcBorders>
          </w:tcPr>
          <w:p w14:paraId="5A7F96BA" w14:textId="164295AE" w:rsidR="007A2CF4" w:rsidRPr="00AF2D8E" w:rsidRDefault="00802644" w:rsidP="00C8062E">
            <w:pPr>
              <w:rPr>
                <w:color w:val="FF0000"/>
              </w:rPr>
            </w:pPr>
            <w:r>
              <w:rPr>
                <w:rFonts w:hint="eastAsia"/>
              </w:rPr>
              <w:t>Ⅲ</w:t>
            </w:r>
            <w:r w:rsidR="007A2CF4">
              <w:rPr>
                <w:rFonts w:hint="eastAsia"/>
              </w:rPr>
              <w:t xml:space="preserve">　</w:t>
            </w:r>
            <w:r w:rsidR="00AF2D8E" w:rsidRPr="00B54832">
              <w:rPr>
                <w:rFonts w:hint="eastAsia"/>
              </w:rPr>
              <w:t>開始・実施予定日</w:t>
            </w:r>
          </w:p>
        </w:tc>
        <w:tc>
          <w:tcPr>
            <w:tcW w:w="657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BC65262" w14:textId="77777777" w:rsidR="007A2CF4" w:rsidRDefault="007A2CF4" w:rsidP="00C8062E"/>
        </w:tc>
      </w:tr>
      <w:tr w:rsidR="001868A5" w14:paraId="6BAA514C" w14:textId="3C1E3CF0" w:rsidTr="00923B5B">
        <w:tc>
          <w:tcPr>
            <w:tcW w:w="2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297C" w14:textId="09C61BA3" w:rsidR="001868A5" w:rsidRPr="00D617F9" w:rsidRDefault="00802644" w:rsidP="00C8062E">
            <w:r>
              <w:rPr>
                <w:rFonts w:hint="eastAsia"/>
              </w:rPr>
              <w:t>Ⅳ</w:t>
            </w:r>
            <w:r w:rsidR="0044062D">
              <w:rPr>
                <w:rFonts w:hint="eastAsia"/>
              </w:rPr>
              <w:t xml:space="preserve">　</w:t>
            </w:r>
            <w:r w:rsidR="00AF2D8E" w:rsidRPr="00B54832">
              <w:rPr>
                <w:rFonts w:hint="eastAsia"/>
              </w:rPr>
              <w:t>主治医</w:t>
            </w:r>
          </w:p>
        </w:tc>
        <w:tc>
          <w:tcPr>
            <w:tcW w:w="6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5B1ADF" w14:textId="77777777" w:rsidR="004B1446" w:rsidRPr="00D50E61" w:rsidRDefault="004B1446" w:rsidP="00C8062E">
            <w:pPr>
              <w:jc w:val="left"/>
              <w:rPr>
                <w:sz w:val="18"/>
              </w:rPr>
            </w:pPr>
            <w:r w:rsidRPr="00D50E61">
              <w:rPr>
                <w:rFonts w:hint="eastAsia"/>
                <w:sz w:val="18"/>
              </w:rPr>
              <w:t xml:space="preserve">所属：　　　　　　　　　　</w:t>
            </w:r>
          </w:p>
          <w:p w14:paraId="039415D5" w14:textId="7E22DD10" w:rsidR="001868A5" w:rsidRPr="00D50E61" w:rsidRDefault="004B1446" w:rsidP="00C8062E">
            <w:pPr>
              <w:jc w:val="left"/>
              <w:rPr>
                <w:sz w:val="18"/>
              </w:rPr>
            </w:pPr>
            <w:r w:rsidRPr="00D50E61">
              <w:rPr>
                <w:rFonts w:hint="eastAsia"/>
                <w:sz w:val="18"/>
              </w:rPr>
              <w:t>職名：</w:t>
            </w:r>
          </w:p>
          <w:p w14:paraId="6F14948F" w14:textId="53A70C73" w:rsidR="001868A5" w:rsidRPr="00D50E61" w:rsidRDefault="004B1446" w:rsidP="00C8062E">
            <w:pPr>
              <w:rPr>
                <w:sz w:val="18"/>
              </w:rPr>
            </w:pPr>
            <w:r w:rsidRPr="00D50E61">
              <w:rPr>
                <w:rFonts w:hint="eastAsia"/>
                <w:sz w:val="18"/>
              </w:rPr>
              <w:t>氏名：</w:t>
            </w:r>
          </w:p>
        </w:tc>
      </w:tr>
      <w:tr w:rsidR="00D50E61" w14:paraId="77475488" w14:textId="663A7F07" w:rsidTr="00923B5B">
        <w:tc>
          <w:tcPr>
            <w:tcW w:w="23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817D8DE" w14:textId="77777777" w:rsidR="00923B5B" w:rsidRDefault="00802644" w:rsidP="00C8062E">
            <w:r>
              <w:rPr>
                <w:rFonts w:hint="eastAsia"/>
              </w:rPr>
              <w:t>Ⅴ</w:t>
            </w:r>
            <w:r w:rsidR="0044062D" w:rsidRPr="00B54832">
              <w:rPr>
                <w:rFonts w:hint="eastAsia"/>
              </w:rPr>
              <w:t xml:space="preserve">　</w:t>
            </w:r>
            <w:r w:rsidR="00D50E61" w:rsidRPr="00B54832">
              <w:rPr>
                <w:rFonts w:hint="eastAsia"/>
              </w:rPr>
              <w:t>その他</w:t>
            </w:r>
            <w:r w:rsidR="00AF2D8E" w:rsidRPr="00B54832">
              <w:rPr>
                <w:rFonts w:hint="eastAsia"/>
              </w:rPr>
              <w:t>担当医師・</w:t>
            </w:r>
          </w:p>
          <w:p w14:paraId="3000A9AA" w14:textId="2DA890BA" w:rsidR="00D50E61" w:rsidRPr="00D617F9" w:rsidRDefault="00923B5B" w:rsidP="00C8062E">
            <w:r>
              <w:rPr>
                <w:rFonts w:hint="eastAsia"/>
              </w:rPr>
              <w:t xml:space="preserve">　　</w:t>
            </w:r>
            <w:r w:rsidR="00AF2D8E" w:rsidRPr="00B54832">
              <w:rPr>
                <w:rFonts w:hint="eastAsia"/>
              </w:rPr>
              <w:t>スタッフ</w:t>
            </w:r>
          </w:p>
          <w:p w14:paraId="2479B680" w14:textId="77777777" w:rsidR="00D50E61" w:rsidRDefault="00D50E61" w:rsidP="00C8062E"/>
          <w:p w14:paraId="4CDD3D29" w14:textId="77777777" w:rsidR="00D50E61" w:rsidRPr="00802644" w:rsidRDefault="00D50E61" w:rsidP="00C8062E"/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B42624D" w14:textId="104E4958" w:rsidR="00D50E61" w:rsidRPr="00D50E61" w:rsidRDefault="00D50E61" w:rsidP="00D50E61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所属：</w:t>
            </w:r>
          </w:p>
          <w:p w14:paraId="5CC1E589" w14:textId="77777777" w:rsidR="00D50E61" w:rsidRPr="00D50E61" w:rsidRDefault="00D50E61" w:rsidP="00D50E61">
            <w:pPr>
              <w:jc w:val="left"/>
              <w:rPr>
                <w:sz w:val="18"/>
              </w:rPr>
            </w:pPr>
            <w:r w:rsidRPr="00D50E61">
              <w:rPr>
                <w:rFonts w:hint="eastAsia"/>
                <w:sz w:val="18"/>
              </w:rPr>
              <w:t>職名：</w:t>
            </w:r>
          </w:p>
          <w:p w14:paraId="5E803392" w14:textId="0D3C5DF2" w:rsidR="00D50E61" w:rsidRPr="00D50E61" w:rsidRDefault="00D50E61" w:rsidP="00D50E61">
            <w:pPr>
              <w:jc w:val="left"/>
              <w:rPr>
                <w:sz w:val="18"/>
              </w:rPr>
            </w:pPr>
            <w:r w:rsidRPr="00D50E61">
              <w:rPr>
                <w:rFonts w:hint="eastAsia"/>
                <w:sz w:val="18"/>
              </w:rPr>
              <w:t>氏名：</w:t>
            </w:r>
          </w:p>
        </w:tc>
        <w:tc>
          <w:tcPr>
            <w:tcW w:w="32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125A691C" w14:textId="641E8D1E" w:rsidR="00D50E61" w:rsidRPr="00D50E61" w:rsidRDefault="00D50E61" w:rsidP="00D50E61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所属：</w:t>
            </w:r>
          </w:p>
          <w:p w14:paraId="317F046E" w14:textId="77777777" w:rsidR="00D50E61" w:rsidRPr="00D50E61" w:rsidRDefault="00D50E61" w:rsidP="00D50E61">
            <w:pPr>
              <w:jc w:val="left"/>
              <w:rPr>
                <w:sz w:val="18"/>
              </w:rPr>
            </w:pPr>
            <w:r w:rsidRPr="00D50E61">
              <w:rPr>
                <w:rFonts w:hint="eastAsia"/>
                <w:sz w:val="18"/>
              </w:rPr>
              <w:t>職名：</w:t>
            </w:r>
          </w:p>
          <w:p w14:paraId="6D281C90" w14:textId="4206BB1A" w:rsidR="00D50E61" w:rsidRPr="00D50E61" w:rsidRDefault="00D50E61" w:rsidP="00D50E61">
            <w:pPr>
              <w:widowControl/>
              <w:jc w:val="left"/>
              <w:rPr>
                <w:sz w:val="18"/>
              </w:rPr>
            </w:pPr>
            <w:r w:rsidRPr="00D50E61">
              <w:rPr>
                <w:rFonts w:hint="eastAsia"/>
                <w:sz w:val="18"/>
              </w:rPr>
              <w:t>氏名：</w:t>
            </w:r>
          </w:p>
        </w:tc>
      </w:tr>
      <w:tr w:rsidR="00D50E61" w14:paraId="1F9C609A" w14:textId="2C97A293" w:rsidTr="00923B5B">
        <w:tc>
          <w:tcPr>
            <w:tcW w:w="23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6E7B60B" w14:textId="77777777" w:rsidR="00D50E61" w:rsidRDefault="00D50E61" w:rsidP="00C8062E"/>
        </w:tc>
        <w:tc>
          <w:tcPr>
            <w:tcW w:w="328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F99609D" w14:textId="13E87BF1" w:rsidR="00D50E61" w:rsidRPr="00D50E61" w:rsidRDefault="00D50E61" w:rsidP="00D50E61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所属：</w:t>
            </w:r>
          </w:p>
          <w:p w14:paraId="7A1C2EF7" w14:textId="77777777" w:rsidR="00D50E61" w:rsidRPr="00D50E61" w:rsidRDefault="00D50E61" w:rsidP="00D50E61">
            <w:pPr>
              <w:jc w:val="left"/>
              <w:rPr>
                <w:sz w:val="18"/>
              </w:rPr>
            </w:pPr>
            <w:r w:rsidRPr="00D50E61">
              <w:rPr>
                <w:rFonts w:hint="eastAsia"/>
                <w:sz w:val="18"/>
              </w:rPr>
              <w:t>職名：</w:t>
            </w:r>
          </w:p>
          <w:p w14:paraId="423FAB53" w14:textId="5FECD093" w:rsidR="00D50E61" w:rsidRPr="00D50E61" w:rsidRDefault="00D50E61" w:rsidP="00D50E61">
            <w:pPr>
              <w:jc w:val="left"/>
              <w:rPr>
                <w:sz w:val="18"/>
              </w:rPr>
            </w:pPr>
            <w:r w:rsidRPr="00D50E61">
              <w:rPr>
                <w:rFonts w:hint="eastAsia"/>
                <w:sz w:val="18"/>
              </w:rPr>
              <w:t>氏名：</w:t>
            </w:r>
          </w:p>
        </w:tc>
        <w:tc>
          <w:tcPr>
            <w:tcW w:w="3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6C762248" w14:textId="77777777" w:rsidR="00D50E61" w:rsidRPr="00D50E61" w:rsidRDefault="00D50E61" w:rsidP="00D50E61">
            <w:pPr>
              <w:jc w:val="left"/>
              <w:rPr>
                <w:sz w:val="18"/>
              </w:rPr>
            </w:pPr>
            <w:r w:rsidRPr="00D50E61">
              <w:rPr>
                <w:rFonts w:hint="eastAsia"/>
                <w:sz w:val="18"/>
              </w:rPr>
              <w:t xml:space="preserve">所属：　　　　　　　　　　</w:t>
            </w:r>
          </w:p>
          <w:p w14:paraId="0B0E202B" w14:textId="77777777" w:rsidR="00D50E61" w:rsidRPr="00D50E61" w:rsidRDefault="00D50E61" w:rsidP="00D50E61">
            <w:pPr>
              <w:jc w:val="left"/>
              <w:rPr>
                <w:sz w:val="18"/>
              </w:rPr>
            </w:pPr>
            <w:r w:rsidRPr="00D50E61">
              <w:rPr>
                <w:rFonts w:hint="eastAsia"/>
                <w:sz w:val="18"/>
              </w:rPr>
              <w:t>職名：</w:t>
            </w:r>
          </w:p>
          <w:p w14:paraId="5044BEB0" w14:textId="411E3559" w:rsidR="00D50E61" w:rsidRPr="00D50E61" w:rsidRDefault="00D50E61" w:rsidP="00D50E61">
            <w:pPr>
              <w:widowControl/>
              <w:jc w:val="left"/>
              <w:rPr>
                <w:sz w:val="18"/>
              </w:rPr>
            </w:pPr>
            <w:r w:rsidRPr="00D50E61">
              <w:rPr>
                <w:rFonts w:hint="eastAsia"/>
                <w:sz w:val="18"/>
              </w:rPr>
              <w:t>氏名：</w:t>
            </w:r>
          </w:p>
        </w:tc>
      </w:tr>
      <w:tr w:rsidR="0085267A" w14:paraId="21D418F5" w14:textId="77777777" w:rsidTr="00C1350C">
        <w:tc>
          <w:tcPr>
            <w:tcW w:w="88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C8EE956" w14:textId="02385817" w:rsidR="0085267A" w:rsidRPr="00EC6299" w:rsidRDefault="00802644" w:rsidP="00D50E61">
            <w:pPr>
              <w:jc w:val="left"/>
            </w:pPr>
            <w:r>
              <w:rPr>
                <w:rFonts w:hint="eastAsia"/>
              </w:rPr>
              <w:lastRenderedPageBreak/>
              <w:t>Ⅵ</w:t>
            </w:r>
            <w:r w:rsidR="00EC6299" w:rsidRPr="00EC6299">
              <w:rPr>
                <w:rFonts w:hint="eastAsia"/>
              </w:rPr>
              <w:t xml:space="preserve">　</w:t>
            </w:r>
            <w:r w:rsidR="00EC6299">
              <w:rPr>
                <w:rFonts w:hint="eastAsia"/>
              </w:rPr>
              <w:t>診療の概要</w:t>
            </w:r>
          </w:p>
          <w:p w14:paraId="3E3F92F4" w14:textId="59F61B14" w:rsidR="00230CB9" w:rsidRDefault="004E6ADF" w:rsidP="00230CB9">
            <w:r>
              <w:rPr>
                <w:rFonts w:hint="eastAsia"/>
              </w:rPr>
              <w:t>１．</w:t>
            </w:r>
            <w:r w:rsidR="00230CB9">
              <w:rPr>
                <w:rFonts w:hint="eastAsia"/>
              </w:rPr>
              <w:t>対象者・疾患の概要及び病歴</w:t>
            </w:r>
          </w:p>
          <w:p w14:paraId="27F57E39" w14:textId="0E7425C4" w:rsidR="00230CB9" w:rsidRDefault="00230CB9" w:rsidP="00230CB9">
            <w:pPr>
              <w:rPr>
                <w:i/>
                <w:color w:val="7F7F7F" w:themeColor="text1" w:themeTint="80"/>
              </w:rPr>
            </w:pPr>
            <w:r>
              <w:rPr>
                <w:rFonts w:hint="eastAsia"/>
              </w:rPr>
              <w:t xml:space="preserve">　</w:t>
            </w:r>
            <w:r w:rsidR="00DF16F3" w:rsidRPr="000331AC">
              <w:rPr>
                <w:rFonts w:hint="eastAsia"/>
                <w:i/>
                <w:color w:val="7F7F7F" w:themeColor="text1" w:themeTint="80"/>
              </w:rPr>
              <w:t>年齢、性別、罹患している疾患名全て</w:t>
            </w:r>
            <w:r w:rsidR="00DF16F3">
              <w:rPr>
                <w:rFonts w:hint="eastAsia"/>
                <w:i/>
                <w:color w:val="7F7F7F" w:themeColor="text1" w:themeTint="80"/>
              </w:rPr>
              <w:t>、患者背景等</w:t>
            </w:r>
            <w:r w:rsidR="00DF16F3" w:rsidRPr="000331AC">
              <w:rPr>
                <w:rFonts w:hint="eastAsia"/>
                <w:i/>
                <w:color w:val="7F7F7F" w:themeColor="text1" w:themeTint="80"/>
              </w:rPr>
              <w:t>を記載する</w:t>
            </w:r>
            <w:r w:rsidR="00DF16F3">
              <w:rPr>
                <w:rFonts w:hint="eastAsia"/>
                <w:i/>
                <w:color w:val="7F7F7F" w:themeColor="text1" w:themeTint="80"/>
              </w:rPr>
              <w:t>（氏名は記載しないこと。）</w:t>
            </w:r>
            <w:r w:rsidR="00DF16F3" w:rsidRPr="000331AC">
              <w:rPr>
                <w:rFonts w:hint="eastAsia"/>
                <w:i/>
                <w:color w:val="7F7F7F" w:themeColor="text1" w:themeTint="80"/>
              </w:rPr>
              <w:t>。</w:t>
            </w:r>
          </w:p>
          <w:p w14:paraId="767EB65D" w14:textId="280E1347" w:rsidR="0061373E" w:rsidRDefault="0061373E" w:rsidP="0085267A">
            <w:pPr>
              <w:rPr>
                <w:color w:val="7F7F7F" w:themeColor="text1" w:themeTint="80"/>
              </w:rPr>
            </w:pPr>
          </w:p>
          <w:p w14:paraId="18D97931" w14:textId="24D28099" w:rsidR="00DF16F3" w:rsidRPr="00B54832" w:rsidRDefault="00224ED6" w:rsidP="00C1350C">
            <w:r>
              <w:rPr>
                <w:rFonts w:hint="eastAsia"/>
              </w:rPr>
              <w:t>２</w:t>
            </w:r>
            <w:r w:rsidR="008A613F">
              <w:rPr>
                <w:rFonts w:hint="eastAsia"/>
              </w:rPr>
              <w:t>．</w:t>
            </w:r>
            <w:r w:rsidR="00671E6F" w:rsidRPr="00B54832">
              <w:rPr>
                <w:rFonts w:hint="eastAsia"/>
              </w:rPr>
              <w:t>実施（又は不実施）</w:t>
            </w:r>
            <w:r w:rsidR="00AF2D8E" w:rsidRPr="00B54832">
              <w:rPr>
                <w:rFonts w:hint="eastAsia"/>
              </w:rPr>
              <w:t>を予定している診療行為の内容</w:t>
            </w:r>
          </w:p>
          <w:p w14:paraId="2446A491" w14:textId="4525DDF5" w:rsidR="00EC1BD5" w:rsidRDefault="00B54832" w:rsidP="00EC1BD5">
            <w:pPr>
              <w:rPr>
                <w:i/>
                <w:color w:val="7F7F7F" w:themeColor="text1" w:themeTint="80"/>
              </w:rPr>
            </w:pPr>
            <w:r>
              <w:rPr>
                <w:rFonts w:hint="eastAsia"/>
                <w:i/>
                <w:color w:val="7F7F7F" w:themeColor="text1" w:themeTint="80"/>
              </w:rPr>
              <w:t xml:space="preserve">　</w:t>
            </w:r>
            <w:r w:rsidR="00EC1BD5">
              <w:rPr>
                <w:rFonts w:hint="eastAsia"/>
                <w:i/>
                <w:color w:val="7F7F7F" w:themeColor="text1" w:themeTint="80"/>
              </w:rPr>
              <w:t>対象疾患に対する保険適応内の治療法と比較した上で，本治療における有益性を記載する。</w:t>
            </w:r>
          </w:p>
          <w:p w14:paraId="45241A94" w14:textId="77777777" w:rsidR="00EC1BD5" w:rsidRPr="006B2732" w:rsidRDefault="00EC1BD5" w:rsidP="00EC1BD5">
            <w:pPr>
              <w:rPr>
                <w:i/>
              </w:rPr>
            </w:pPr>
            <w:r>
              <w:rPr>
                <w:rFonts w:hint="eastAsia"/>
                <w:i/>
                <w:color w:val="7F7F7F" w:themeColor="text1" w:themeTint="80"/>
              </w:rPr>
              <w:t xml:space="preserve">　当該診療が</w:t>
            </w:r>
            <w:r w:rsidRPr="006B2732">
              <w:rPr>
                <w:rFonts w:hint="eastAsia"/>
                <w:i/>
                <w:color w:val="7F7F7F" w:themeColor="text1" w:themeTint="80"/>
              </w:rPr>
              <w:t>保険適応外</w:t>
            </w:r>
            <w:r>
              <w:rPr>
                <w:rFonts w:hint="eastAsia"/>
                <w:i/>
                <w:color w:val="7F7F7F" w:themeColor="text1" w:themeTint="80"/>
              </w:rPr>
              <w:t>あるいは保険適応内</w:t>
            </w:r>
            <w:r w:rsidRPr="006B2732">
              <w:rPr>
                <w:rFonts w:hint="eastAsia"/>
                <w:i/>
                <w:color w:val="7F7F7F" w:themeColor="text1" w:themeTint="80"/>
              </w:rPr>
              <w:t>である</w:t>
            </w:r>
            <w:r>
              <w:rPr>
                <w:rFonts w:hint="eastAsia"/>
                <w:i/>
                <w:color w:val="7F7F7F" w:themeColor="text1" w:themeTint="80"/>
              </w:rPr>
              <w:t>かについて記載する。</w:t>
            </w:r>
          </w:p>
          <w:p w14:paraId="1494305E" w14:textId="77777777" w:rsidR="00ED249B" w:rsidRPr="00EC1BD5" w:rsidRDefault="00ED249B" w:rsidP="00C1350C"/>
          <w:p w14:paraId="14103FEC" w14:textId="77777777" w:rsidR="00ED249B" w:rsidRDefault="00ED249B" w:rsidP="00C1350C"/>
          <w:p w14:paraId="574ABFD5" w14:textId="77777777" w:rsidR="003B32DB" w:rsidRDefault="003B32DB" w:rsidP="00C1350C"/>
          <w:p w14:paraId="43487EC5" w14:textId="77777777" w:rsidR="00B54832" w:rsidRDefault="00B54832" w:rsidP="00C1350C"/>
          <w:p w14:paraId="4F3412AC" w14:textId="77777777" w:rsidR="00B54832" w:rsidRDefault="00B54832" w:rsidP="00C1350C"/>
          <w:p w14:paraId="6A0B0DFC" w14:textId="77777777" w:rsidR="00DF16F3" w:rsidRDefault="00DF16F3" w:rsidP="00C1350C"/>
          <w:p w14:paraId="5A98FE41" w14:textId="3A9C263A" w:rsidR="00430A1B" w:rsidRPr="00B54832" w:rsidRDefault="00224ED6" w:rsidP="00430A1B">
            <w:r>
              <w:rPr>
                <w:rFonts w:hint="eastAsia"/>
              </w:rPr>
              <w:t>３</w:t>
            </w:r>
            <w:r w:rsidR="000A15F8">
              <w:rPr>
                <w:rFonts w:hint="eastAsia"/>
              </w:rPr>
              <w:t>．</w:t>
            </w:r>
            <w:r w:rsidR="000A15F8" w:rsidRPr="00B54832">
              <w:rPr>
                <w:rFonts w:hint="eastAsia"/>
              </w:rPr>
              <w:t>実施（又は不実施）</w:t>
            </w:r>
            <w:r w:rsidR="00AF2D8E" w:rsidRPr="00B54832">
              <w:rPr>
                <w:rFonts w:hint="eastAsia"/>
              </w:rPr>
              <w:t>に際して問題となる倫理的課題</w:t>
            </w:r>
          </w:p>
          <w:p w14:paraId="4C9CC2CD" w14:textId="77777777" w:rsidR="00C1350C" w:rsidRDefault="00C1350C" w:rsidP="0085267A"/>
          <w:p w14:paraId="1BBD38C9" w14:textId="77777777" w:rsidR="00B54832" w:rsidRDefault="00B54832" w:rsidP="0085267A"/>
          <w:p w14:paraId="45384ADD" w14:textId="77777777" w:rsidR="00B54832" w:rsidRDefault="00B54832" w:rsidP="0085267A"/>
          <w:p w14:paraId="4E70F5EF" w14:textId="77777777" w:rsidR="00ED249B" w:rsidRDefault="00ED249B" w:rsidP="0085267A"/>
          <w:p w14:paraId="0D513D5F" w14:textId="77777777" w:rsidR="00D617F9" w:rsidRDefault="00D617F9" w:rsidP="0085267A"/>
          <w:p w14:paraId="00AC2056" w14:textId="77777777" w:rsidR="00D617F9" w:rsidRPr="00DF16F3" w:rsidRDefault="00D617F9" w:rsidP="0085267A"/>
          <w:p w14:paraId="34EA11C8" w14:textId="11E67E38" w:rsidR="00C1350C" w:rsidRPr="00B54832" w:rsidRDefault="008B20B6" w:rsidP="0085267A">
            <w:r w:rsidRPr="00B54832">
              <w:rPr>
                <w:rFonts w:hint="eastAsia"/>
              </w:rPr>
              <w:t>４．上記課題に関する診療科・部署内の検討結果</w:t>
            </w:r>
          </w:p>
          <w:p w14:paraId="7DD74B4E" w14:textId="77777777" w:rsidR="0061373E" w:rsidRDefault="0061373E" w:rsidP="00EC6299">
            <w:pPr>
              <w:rPr>
                <w:u w:val="single"/>
              </w:rPr>
            </w:pPr>
          </w:p>
          <w:p w14:paraId="1B9CE3F1" w14:textId="77777777" w:rsidR="00B54832" w:rsidRDefault="00B54832" w:rsidP="00EC6299">
            <w:pPr>
              <w:rPr>
                <w:u w:val="single"/>
              </w:rPr>
            </w:pPr>
          </w:p>
          <w:p w14:paraId="6CE15E5A" w14:textId="77777777" w:rsidR="00B54832" w:rsidRDefault="00B54832" w:rsidP="00EC6299">
            <w:pPr>
              <w:rPr>
                <w:u w:val="single"/>
              </w:rPr>
            </w:pPr>
          </w:p>
          <w:p w14:paraId="4BFC36E2" w14:textId="77777777" w:rsidR="00D617F9" w:rsidRDefault="00D617F9" w:rsidP="00EC6299">
            <w:pPr>
              <w:rPr>
                <w:u w:val="single"/>
              </w:rPr>
            </w:pPr>
          </w:p>
          <w:p w14:paraId="25D26168" w14:textId="77777777" w:rsidR="00D617F9" w:rsidRDefault="00D617F9" w:rsidP="00EC6299">
            <w:pPr>
              <w:rPr>
                <w:u w:val="single"/>
              </w:rPr>
            </w:pPr>
          </w:p>
          <w:p w14:paraId="12EF9C70" w14:textId="77777777" w:rsidR="00D617F9" w:rsidRDefault="00D617F9" w:rsidP="00EC6299">
            <w:pPr>
              <w:rPr>
                <w:u w:val="single"/>
              </w:rPr>
            </w:pPr>
          </w:p>
          <w:p w14:paraId="04FB3FDF" w14:textId="4CFE1F1B" w:rsidR="0061373E" w:rsidRDefault="00D617F9" w:rsidP="003B32DB">
            <w:r>
              <w:rPr>
                <w:rFonts w:hint="eastAsia"/>
              </w:rPr>
              <w:t>５</w:t>
            </w:r>
            <w:r w:rsidR="00DF16F3">
              <w:rPr>
                <w:rFonts w:hint="eastAsia"/>
              </w:rPr>
              <w:t>．実施（又は不実施）</w:t>
            </w:r>
            <w:r w:rsidR="00CD6379">
              <w:rPr>
                <w:rFonts w:hint="eastAsia"/>
              </w:rPr>
              <w:t>の</w:t>
            </w:r>
            <w:r w:rsidR="0007038C">
              <w:rPr>
                <w:rFonts w:hint="eastAsia"/>
              </w:rPr>
              <w:t>根拠となる参考文献（必要に応じて添付すること。）</w:t>
            </w:r>
          </w:p>
          <w:p w14:paraId="11C2A089" w14:textId="77777777" w:rsidR="003B32DB" w:rsidRDefault="003B32DB" w:rsidP="003B32DB"/>
          <w:p w14:paraId="5E97AA50" w14:textId="77777777" w:rsidR="00ED249B" w:rsidRDefault="00ED249B" w:rsidP="00623344"/>
          <w:p w14:paraId="1CED9FAE" w14:textId="77777777" w:rsidR="00B54832" w:rsidRDefault="00B54832" w:rsidP="00623344"/>
          <w:p w14:paraId="631388C9" w14:textId="77777777" w:rsidR="00B54832" w:rsidRDefault="00B54832" w:rsidP="00623344"/>
          <w:p w14:paraId="51E6D7C2" w14:textId="77777777" w:rsidR="00C1350C" w:rsidRDefault="00C1350C" w:rsidP="00623344"/>
          <w:p w14:paraId="4412D722" w14:textId="073D490B" w:rsidR="00C1350C" w:rsidRPr="00623344" w:rsidRDefault="00C1350C" w:rsidP="00623344"/>
        </w:tc>
      </w:tr>
      <w:tr w:rsidR="0085267A" w14:paraId="5F95988A" w14:textId="77777777" w:rsidTr="00C1350C">
        <w:trPr>
          <w:trHeight w:val="1427"/>
        </w:trPr>
        <w:tc>
          <w:tcPr>
            <w:tcW w:w="88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8F41FE3" w14:textId="52A69E1B" w:rsidR="00C1350C" w:rsidRDefault="00802644" w:rsidP="00C1350C">
            <w:r>
              <w:rPr>
                <w:rFonts w:hint="eastAsia"/>
              </w:rPr>
              <w:t>Ⅶ</w:t>
            </w:r>
            <w:r w:rsidR="00C1350C">
              <w:rPr>
                <w:rFonts w:hint="eastAsia"/>
              </w:rPr>
              <w:t xml:space="preserve">　その他</w:t>
            </w:r>
            <w:r w:rsidR="004E6ADF">
              <w:rPr>
                <w:rFonts w:hint="eastAsia"/>
              </w:rPr>
              <w:t>（必要に応じて記載）</w:t>
            </w:r>
          </w:p>
          <w:p w14:paraId="28781D7C" w14:textId="793AF4E0" w:rsidR="00C1350C" w:rsidRPr="00812A0B" w:rsidRDefault="00C1350C" w:rsidP="00C1350C">
            <w:r>
              <w:rPr>
                <w:rFonts w:hint="eastAsia"/>
              </w:rPr>
              <w:t>１．インフォームドコンセント</w:t>
            </w:r>
            <w:r w:rsidR="00CD6379">
              <w:rPr>
                <w:rFonts w:hint="eastAsia"/>
              </w:rPr>
              <w:t>（患者説明文書を添付すること。）</w:t>
            </w:r>
          </w:p>
          <w:p w14:paraId="230FE59B" w14:textId="77777777" w:rsidR="00C1350C" w:rsidRPr="00255120" w:rsidRDefault="00C1350C" w:rsidP="00C1350C">
            <w:pPr>
              <w:rPr>
                <w:i/>
                <w:color w:val="7F7F7F" w:themeColor="text1" w:themeTint="80"/>
              </w:rPr>
            </w:pPr>
            <w:r>
              <w:rPr>
                <w:rFonts w:hint="eastAsia"/>
                <w:i/>
                <w:color w:val="7F7F7F" w:themeColor="text1" w:themeTint="80"/>
              </w:rPr>
              <w:t xml:space="preserve">　</w:t>
            </w:r>
            <w:r w:rsidRPr="00255120">
              <w:rPr>
                <w:rFonts w:hint="eastAsia"/>
                <w:i/>
                <w:color w:val="7F7F7F" w:themeColor="text1" w:themeTint="80"/>
              </w:rPr>
              <w:t>同意を得るために説明を行う相手及びその方法を記載する。</w:t>
            </w:r>
          </w:p>
          <w:p w14:paraId="33E830B1" w14:textId="77777777" w:rsidR="00C1350C" w:rsidRDefault="00C1350C" w:rsidP="00C1350C"/>
          <w:p w14:paraId="6DA0D7C8" w14:textId="77777777" w:rsidR="00C1350C" w:rsidRDefault="00C1350C" w:rsidP="00C1350C"/>
          <w:p w14:paraId="6ACE5AE3" w14:textId="4BC323E9" w:rsidR="0008390A" w:rsidRDefault="00C1350C" w:rsidP="00C1350C">
            <w:r>
              <w:rPr>
                <w:rFonts w:hint="eastAsia"/>
              </w:rPr>
              <w:lastRenderedPageBreak/>
              <w:t>２．治療に要する費用の負担</w:t>
            </w:r>
          </w:p>
          <w:p w14:paraId="2B0160FD" w14:textId="77777777" w:rsidR="00C1350C" w:rsidRDefault="00C1350C" w:rsidP="00C1350C">
            <w:r>
              <w:rPr>
                <w:rFonts w:hint="eastAsia"/>
              </w:rPr>
              <w:t>１症例当たり費用</w:t>
            </w:r>
            <w:r w:rsidRPr="00BA1F40">
              <w:rPr>
                <w:rFonts w:hint="eastAsia"/>
                <w:u w:val="single"/>
              </w:rPr>
              <w:t xml:space="preserve">　　　　　　</w:t>
            </w:r>
            <w:r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円</w:t>
            </w:r>
          </w:p>
          <w:p w14:paraId="6EF287B9" w14:textId="77777777" w:rsidR="00C1350C" w:rsidRPr="00E462B3" w:rsidRDefault="00147F7E" w:rsidP="00C1350C">
            <w:pPr>
              <w:rPr>
                <w:rFonts w:asciiTheme="minorEastAsia" w:hAnsiTheme="minorEastAsia"/>
              </w:rPr>
            </w:pPr>
            <w:sdt>
              <w:sdtPr>
                <w:rPr>
                  <w:rFonts w:asciiTheme="minorEastAsia" w:hAnsiTheme="minorEastAsia" w:hint="eastAsia"/>
                </w:rPr>
                <w:id w:val="190047100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1350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350C">
              <w:rPr>
                <w:rFonts w:asciiTheme="minorEastAsia" w:hAnsiTheme="minorEastAsia" w:hint="eastAsia"/>
              </w:rPr>
              <w:t xml:space="preserve">　診療科負担</w:t>
            </w:r>
          </w:p>
          <w:p w14:paraId="694DBECA" w14:textId="77777777" w:rsidR="00C1350C" w:rsidRPr="00E462B3" w:rsidRDefault="00147F7E" w:rsidP="00C1350C">
            <w:pPr>
              <w:spacing w:line="360" w:lineRule="exact"/>
              <w:rPr>
                <w:rFonts w:asciiTheme="minorEastAsia" w:hAnsiTheme="minorEastAsia"/>
              </w:rPr>
            </w:pPr>
            <w:sdt>
              <w:sdtPr>
                <w:rPr>
                  <w:rFonts w:asciiTheme="minorEastAsia" w:hAnsiTheme="minorEastAsia" w:hint="eastAsia"/>
                </w:rPr>
                <w:id w:val="203584379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1350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350C">
              <w:rPr>
                <w:rFonts w:asciiTheme="minorEastAsia" w:hAnsiTheme="minorEastAsia" w:hint="eastAsia"/>
              </w:rPr>
              <w:t xml:space="preserve">　患者負担</w:t>
            </w:r>
          </w:p>
          <w:p w14:paraId="669D2B84" w14:textId="77777777" w:rsidR="00C1350C" w:rsidRDefault="00147F7E" w:rsidP="00C1350C">
            <w:pPr>
              <w:spacing w:line="360" w:lineRule="exact"/>
              <w:rPr>
                <w:rFonts w:asciiTheme="minorEastAsia" w:hAnsiTheme="minorEastAsia"/>
              </w:rPr>
            </w:pPr>
            <w:sdt>
              <w:sdtPr>
                <w:rPr>
                  <w:rFonts w:asciiTheme="minorEastAsia" w:hAnsiTheme="minorEastAsia" w:hint="eastAsia"/>
                </w:rPr>
                <w:id w:val="-20787198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1350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350C">
              <w:rPr>
                <w:rFonts w:asciiTheme="minorEastAsia" w:hAnsiTheme="minorEastAsia" w:hint="eastAsia"/>
              </w:rPr>
              <w:t xml:space="preserve">　校費負担</w:t>
            </w:r>
          </w:p>
          <w:p w14:paraId="0FE3E45D" w14:textId="2706D66D" w:rsidR="00F10B64" w:rsidRPr="00E462B3" w:rsidRDefault="00147F7E" w:rsidP="00C1350C">
            <w:pPr>
              <w:spacing w:line="360" w:lineRule="exact"/>
              <w:rPr>
                <w:rFonts w:asciiTheme="minorEastAsia" w:hAnsiTheme="minorEastAsia"/>
              </w:rPr>
            </w:pPr>
            <w:sdt>
              <w:sdtPr>
                <w:rPr>
                  <w:rFonts w:asciiTheme="minorEastAsia" w:hAnsiTheme="minorEastAsia" w:hint="eastAsia"/>
                </w:rPr>
                <w:id w:val="210384084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F10B6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10B64">
              <w:rPr>
                <w:rFonts w:asciiTheme="minorEastAsia" w:hAnsiTheme="minorEastAsia" w:hint="eastAsia"/>
              </w:rPr>
              <w:t xml:space="preserve">　保険外併用療養</w:t>
            </w:r>
          </w:p>
          <w:p w14:paraId="369B4284" w14:textId="77777777" w:rsidR="00C1350C" w:rsidRDefault="00147F7E" w:rsidP="00C1350C">
            <w:pPr>
              <w:spacing w:line="360" w:lineRule="exact"/>
            </w:pPr>
            <w:sdt>
              <w:sdtPr>
                <w:rPr>
                  <w:rFonts w:asciiTheme="minorEastAsia" w:hAnsiTheme="minorEastAsia" w:hint="eastAsia"/>
                </w:rPr>
                <w:id w:val="49940213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1350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350C">
              <w:rPr>
                <w:rFonts w:asciiTheme="minorEastAsia" w:hAnsiTheme="minorEastAsia" w:hint="eastAsia"/>
              </w:rPr>
              <w:t xml:space="preserve">　保険請求（</w:t>
            </w:r>
            <w:r w:rsidR="00C1350C" w:rsidRPr="006E31BB">
              <w:rPr>
                <w:rFonts w:hint="eastAsia"/>
              </w:rPr>
              <w:t>症状詳記を行い保険請求する場合は、その旨を併せて記載する。</w:t>
            </w:r>
            <w:r w:rsidR="00C1350C">
              <w:rPr>
                <w:rFonts w:hint="eastAsia"/>
              </w:rPr>
              <w:t>）</w:t>
            </w:r>
          </w:p>
          <w:p w14:paraId="546208D8" w14:textId="77777777" w:rsidR="00DF16F3" w:rsidRDefault="00DF16F3" w:rsidP="00C1350C">
            <w:pPr>
              <w:spacing w:line="360" w:lineRule="exact"/>
            </w:pPr>
          </w:p>
          <w:p w14:paraId="4C5CDBE7" w14:textId="77777777" w:rsidR="00F10B64" w:rsidRDefault="00F10B64" w:rsidP="00C1350C">
            <w:pPr>
              <w:spacing w:line="360" w:lineRule="exact"/>
            </w:pPr>
          </w:p>
          <w:p w14:paraId="189667D3" w14:textId="77777777" w:rsidR="00DF16F3" w:rsidRDefault="00DF16F3" w:rsidP="00D617F9">
            <w:pPr>
              <w:spacing w:line="360" w:lineRule="exact"/>
            </w:pPr>
            <w:r>
              <w:rPr>
                <w:rFonts w:hint="eastAsia"/>
              </w:rPr>
              <w:t>３．その他</w:t>
            </w:r>
          </w:p>
          <w:p w14:paraId="1E264ED5" w14:textId="77777777" w:rsidR="00F10B64" w:rsidRDefault="00F10B64" w:rsidP="00D617F9">
            <w:pPr>
              <w:spacing w:line="360" w:lineRule="exact"/>
              <w:rPr>
                <w:rFonts w:asciiTheme="minorEastAsia" w:hAnsiTheme="minorEastAsia"/>
              </w:rPr>
            </w:pPr>
          </w:p>
          <w:p w14:paraId="3EAAF3F5" w14:textId="77777777" w:rsidR="00B54832" w:rsidRDefault="00B54832" w:rsidP="00D617F9">
            <w:pPr>
              <w:spacing w:line="360" w:lineRule="exact"/>
              <w:rPr>
                <w:rFonts w:asciiTheme="minorEastAsia" w:hAnsiTheme="minorEastAsia"/>
              </w:rPr>
            </w:pPr>
          </w:p>
          <w:p w14:paraId="3F5DC8C8" w14:textId="77777777" w:rsidR="00B54832" w:rsidRDefault="00B54832" w:rsidP="00D617F9">
            <w:pPr>
              <w:spacing w:line="360" w:lineRule="exact"/>
              <w:rPr>
                <w:rFonts w:asciiTheme="minorEastAsia" w:hAnsiTheme="minorEastAsia"/>
              </w:rPr>
            </w:pPr>
          </w:p>
          <w:p w14:paraId="0BEC8523" w14:textId="77777777" w:rsidR="00B54832" w:rsidRDefault="00B54832" w:rsidP="00D617F9">
            <w:pPr>
              <w:spacing w:line="360" w:lineRule="exact"/>
              <w:rPr>
                <w:rFonts w:asciiTheme="minorEastAsia" w:hAnsiTheme="minorEastAsia"/>
              </w:rPr>
            </w:pPr>
          </w:p>
          <w:p w14:paraId="2C9B5EEE" w14:textId="666126E8" w:rsidR="00B54832" w:rsidRPr="00D617F9" w:rsidRDefault="00B54832" w:rsidP="00D617F9">
            <w:pPr>
              <w:spacing w:line="360" w:lineRule="exact"/>
              <w:rPr>
                <w:rFonts w:asciiTheme="minorEastAsia" w:hAnsiTheme="minorEastAsia"/>
              </w:rPr>
            </w:pPr>
          </w:p>
        </w:tc>
      </w:tr>
    </w:tbl>
    <w:p w14:paraId="1E956D97" w14:textId="77777777" w:rsidR="003B32DB" w:rsidRDefault="003B32DB" w:rsidP="003B32DB">
      <w:pPr>
        <w:spacing w:line="360" w:lineRule="exact"/>
        <w:rPr>
          <w:rFonts w:asciiTheme="minorEastAsia" w:hAnsiTheme="minorEastAsia"/>
        </w:rPr>
      </w:pPr>
      <w:r w:rsidRPr="00937CA3">
        <w:rPr>
          <w:rFonts w:asciiTheme="minorEastAsia" w:hAnsiTheme="minorEastAsia" w:hint="eastAsia"/>
        </w:rPr>
        <w:lastRenderedPageBreak/>
        <w:t>添付書類（添付した書類にチェックを入れること）</w:t>
      </w:r>
    </w:p>
    <w:p w14:paraId="6599F127" w14:textId="54DB1FFF" w:rsidR="003B32DB" w:rsidRDefault="00147F7E" w:rsidP="003B32DB">
      <w:pPr>
        <w:spacing w:line="360" w:lineRule="exact"/>
        <w:rPr>
          <w:rFonts w:asciiTheme="minorEastAsia" w:hAnsiTheme="minorEastAsia"/>
        </w:rPr>
      </w:pPr>
      <w:sdt>
        <w:sdtPr>
          <w:rPr>
            <w:rFonts w:asciiTheme="minorEastAsia" w:hAnsiTheme="minorEastAsia" w:hint="eastAsia"/>
          </w:rPr>
          <w:id w:val="-823503479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964D3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3B32DB">
        <w:rPr>
          <w:rFonts w:asciiTheme="minorEastAsia" w:hAnsiTheme="minorEastAsia" w:hint="eastAsia"/>
        </w:rPr>
        <w:t xml:space="preserve">　</w:t>
      </w:r>
      <w:r w:rsidR="001C0074">
        <w:rPr>
          <w:rFonts w:asciiTheme="minorEastAsia" w:hAnsiTheme="minorEastAsia" w:hint="eastAsia"/>
        </w:rPr>
        <w:t>患者</w:t>
      </w:r>
      <w:r w:rsidR="003B32DB">
        <w:rPr>
          <w:rFonts w:asciiTheme="minorEastAsia" w:hAnsiTheme="minorEastAsia" w:hint="eastAsia"/>
        </w:rPr>
        <w:t>説明文書</w:t>
      </w:r>
    </w:p>
    <w:p w14:paraId="6EC9AE51" w14:textId="07662DEA" w:rsidR="00A964D3" w:rsidRPr="00A964D3" w:rsidRDefault="00147F7E" w:rsidP="003B32DB">
      <w:pPr>
        <w:spacing w:line="360" w:lineRule="exact"/>
        <w:rPr>
          <w:rFonts w:asciiTheme="minorEastAsia" w:hAnsiTheme="minorEastAsia"/>
        </w:rPr>
      </w:pPr>
      <w:sdt>
        <w:sdtPr>
          <w:rPr>
            <w:rFonts w:asciiTheme="minorEastAsia" w:hAnsiTheme="minorEastAsia" w:hint="eastAsia"/>
          </w:rPr>
          <w:id w:val="-1818945718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A964D3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A964D3">
        <w:rPr>
          <w:rFonts w:asciiTheme="minorEastAsia" w:hAnsiTheme="minorEastAsia" w:hint="eastAsia"/>
        </w:rPr>
        <w:t xml:space="preserve">　同意書</w:t>
      </w:r>
    </w:p>
    <w:p w14:paraId="5DC540F4" w14:textId="77777777" w:rsidR="003B32DB" w:rsidRDefault="00147F7E" w:rsidP="003B32DB">
      <w:pPr>
        <w:spacing w:line="360" w:lineRule="exact"/>
        <w:rPr>
          <w:rFonts w:asciiTheme="minorEastAsia" w:hAnsiTheme="minorEastAsia"/>
        </w:rPr>
      </w:pPr>
      <w:sdt>
        <w:sdtPr>
          <w:rPr>
            <w:rFonts w:asciiTheme="minorEastAsia" w:hAnsiTheme="minorEastAsia" w:hint="eastAsia"/>
          </w:rPr>
          <w:id w:val="1135681981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3B32DB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3B32DB">
        <w:rPr>
          <w:rFonts w:asciiTheme="minorEastAsia" w:hAnsiTheme="minorEastAsia" w:hint="eastAsia"/>
        </w:rPr>
        <w:t xml:space="preserve">　</w:t>
      </w:r>
      <w:r w:rsidR="003B32DB" w:rsidRPr="00E462B3">
        <w:rPr>
          <w:rFonts w:asciiTheme="minorEastAsia" w:hAnsiTheme="minorEastAsia" w:hint="eastAsia"/>
        </w:rPr>
        <w:t>学会ガイドライン</w:t>
      </w:r>
    </w:p>
    <w:p w14:paraId="484F4CCC" w14:textId="78B9B359" w:rsidR="003B32DB" w:rsidRDefault="00147F7E" w:rsidP="003B32DB">
      <w:pPr>
        <w:spacing w:line="360" w:lineRule="exact"/>
        <w:rPr>
          <w:rFonts w:asciiTheme="minorEastAsia" w:hAnsiTheme="minorEastAsia"/>
        </w:rPr>
      </w:pPr>
      <w:sdt>
        <w:sdtPr>
          <w:rPr>
            <w:rFonts w:asciiTheme="minorEastAsia" w:hAnsiTheme="minorEastAsia" w:hint="eastAsia"/>
          </w:rPr>
          <w:id w:val="-1871441277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3B32DB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3B32DB">
        <w:rPr>
          <w:rFonts w:asciiTheme="minorEastAsia" w:hAnsiTheme="minorEastAsia" w:hint="eastAsia"/>
        </w:rPr>
        <w:t xml:space="preserve">　</w:t>
      </w:r>
      <w:r w:rsidR="003B32DB" w:rsidRPr="00E462B3">
        <w:rPr>
          <w:rFonts w:asciiTheme="minorEastAsia" w:hAnsiTheme="minorEastAsia" w:hint="eastAsia"/>
        </w:rPr>
        <w:t>参考文献</w:t>
      </w:r>
    </w:p>
    <w:sectPr w:rsidR="003B32DB" w:rsidSect="004961EC">
      <w:headerReference w:type="default" r:id="rId8"/>
      <w:footerReference w:type="default" r:id="rId9"/>
      <w:pgSz w:w="11906" w:h="16838" w:code="9"/>
      <w:pgMar w:top="1418" w:right="1474" w:bottom="1247" w:left="1531" w:header="397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26640" w14:textId="77777777" w:rsidR="00696A02" w:rsidRDefault="00696A02" w:rsidP="00411F27">
      <w:r>
        <w:separator/>
      </w:r>
    </w:p>
  </w:endnote>
  <w:endnote w:type="continuationSeparator" w:id="0">
    <w:p w14:paraId="6C0BC04D" w14:textId="77777777" w:rsidR="00696A02" w:rsidRDefault="00696A02" w:rsidP="0041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9735251"/>
      <w:docPartObj>
        <w:docPartGallery w:val="Page Numbers (Bottom of Page)"/>
        <w:docPartUnique/>
      </w:docPartObj>
    </w:sdtPr>
    <w:sdtEndPr/>
    <w:sdtContent>
      <w:p w14:paraId="1BEFFC11" w14:textId="3D4F9B41" w:rsidR="00696A02" w:rsidRDefault="00696A0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7F7E" w:rsidRPr="00147F7E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  <w:p w14:paraId="60A5DE9B" w14:textId="77777777" w:rsidR="00696A02" w:rsidRDefault="00696A0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2C366" w14:textId="77777777" w:rsidR="00696A02" w:rsidRDefault="00696A02" w:rsidP="00411F27">
      <w:r>
        <w:separator/>
      </w:r>
    </w:p>
  </w:footnote>
  <w:footnote w:type="continuationSeparator" w:id="0">
    <w:p w14:paraId="1940AB86" w14:textId="77777777" w:rsidR="00696A02" w:rsidRDefault="00696A02" w:rsidP="00411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78A47" w14:textId="6E923F22" w:rsidR="00696A02" w:rsidRDefault="00696A02" w:rsidP="00B66BC1">
    <w:pPr>
      <w:pStyle w:val="a4"/>
      <w:jc w:val="right"/>
    </w:pPr>
    <w:r>
      <w:rPr>
        <w:rFonts w:hint="eastAsia"/>
      </w:rPr>
      <w:t>別記様式第</w:t>
    </w:r>
    <w:r>
      <w:rPr>
        <w:rFonts w:hint="eastAsia"/>
      </w:rPr>
      <w:t>2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44E6"/>
    <w:multiLevelType w:val="hybridMultilevel"/>
    <w:tmpl w:val="BC84C0AC"/>
    <w:lvl w:ilvl="0" w:tplc="0A48EC06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A48EC06">
      <w:start w:val="12"/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AC39AB"/>
    <w:multiLevelType w:val="hybridMultilevel"/>
    <w:tmpl w:val="4D02978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991E3A"/>
    <w:multiLevelType w:val="hybridMultilevel"/>
    <w:tmpl w:val="B328B486"/>
    <w:lvl w:ilvl="0" w:tplc="BD88C234">
      <w:start w:val="1"/>
      <w:numFmt w:val="bullet"/>
      <w:lvlText w:val="□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24366B7"/>
    <w:multiLevelType w:val="hybridMultilevel"/>
    <w:tmpl w:val="B2F04B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3893E28"/>
    <w:multiLevelType w:val="hybridMultilevel"/>
    <w:tmpl w:val="94E20A4A"/>
    <w:lvl w:ilvl="0" w:tplc="0A48EC06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2A56817"/>
    <w:multiLevelType w:val="hybridMultilevel"/>
    <w:tmpl w:val="2ECCAA2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258"/>
    <w:rsid w:val="00022989"/>
    <w:rsid w:val="000331AC"/>
    <w:rsid w:val="00040E52"/>
    <w:rsid w:val="00051E1E"/>
    <w:rsid w:val="00062AEC"/>
    <w:rsid w:val="0006681F"/>
    <w:rsid w:val="0007038C"/>
    <w:rsid w:val="0008390A"/>
    <w:rsid w:val="000A15F8"/>
    <w:rsid w:val="000C04BD"/>
    <w:rsid w:val="000D517D"/>
    <w:rsid w:val="000D5EBD"/>
    <w:rsid w:val="000D6BA0"/>
    <w:rsid w:val="000F4530"/>
    <w:rsid w:val="00142074"/>
    <w:rsid w:val="00147F7E"/>
    <w:rsid w:val="00157090"/>
    <w:rsid w:val="001644F2"/>
    <w:rsid w:val="001661E1"/>
    <w:rsid w:val="0017609F"/>
    <w:rsid w:val="001868A5"/>
    <w:rsid w:val="0019366B"/>
    <w:rsid w:val="001A469A"/>
    <w:rsid w:val="001C0074"/>
    <w:rsid w:val="001D0498"/>
    <w:rsid w:val="001E7C10"/>
    <w:rsid w:val="00224ED6"/>
    <w:rsid w:val="00230CB9"/>
    <w:rsid w:val="00243381"/>
    <w:rsid w:val="00255120"/>
    <w:rsid w:val="00282947"/>
    <w:rsid w:val="00292725"/>
    <w:rsid w:val="002A0BEA"/>
    <w:rsid w:val="002A6825"/>
    <w:rsid w:val="002B5615"/>
    <w:rsid w:val="003064A4"/>
    <w:rsid w:val="00334789"/>
    <w:rsid w:val="0034151B"/>
    <w:rsid w:val="00373968"/>
    <w:rsid w:val="00392415"/>
    <w:rsid w:val="003A60F5"/>
    <w:rsid w:val="003B32DB"/>
    <w:rsid w:val="003B3BED"/>
    <w:rsid w:val="003C0BC1"/>
    <w:rsid w:val="003E7B7F"/>
    <w:rsid w:val="003F088E"/>
    <w:rsid w:val="004036DE"/>
    <w:rsid w:val="00403C65"/>
    <w:rsid w:val="004049D5"/>
    <w:rsid w:val="00411F27"/>
    <w:rsid w:val="00426BD9"/>
    <w:rsid w:val="00430A1B"/>
    <w:rsid w:val="004333C3"/>
    <w:rsid w:val="0044062D"/>
    <w:rsid w:val="00475A80"/>
    <w:rsid w:val="0049543B"/>
    <w:rsid w:val="004961EC"/>
    <w:rsid w:val="004A6CA6"/>
    <w:rsid w:val="004B1446"/>
    <w:rsid w:val="004D29E5"/>
    <w:rsid w:val="004E6ADF"/>
    <w:rsid w:val="005321E3"/>
    <w:rsid w:val="005556DB"/>
    <w:rsid w:val="005655A3"/>
    <w:rsid w:val="00584C89"/>
    <w:rsid w:val="00587D66"/>
    <w:rsid w:val="00593AAB"/>
    <w:rsid w:val="0061373E"/>
    <w:rsid w:val="0061665D"/>
    <w:rsid w:val="00623344"/>
    <w:rsid w:val="00664FDF"/>
    <w:rsid w:val="00671E6F"/>
    <w:rsid w:val="00673080"/>
    <w:rsid w:val="006831D1"/>
    <w:rsid w:val="00687FE5"/>
    <w:rsid w:val="00696A02"/>
    <w:rsid w:val="00697B5F"/>
    <w:rsid w:val="006B2732"/>
    <w:rsid w:val="006D49BB"/>
    <w:rsid w:val="006D64A0"/>
    <w:rsid w:val="006E31BB"/>
    <w:rsid w:val="006F0D86"/>
    <w:rsid w:val="00701653"/>
    <w:rsid w:val="00705500"/>
    <w:rsid w:val="007123D0"/>
    <w:rsid w:val="007176C5"/>
    <w:rsid w:val="00776EE1"/>
    <w:rsid w:val="0078053C"/>
    <w:rsid w:val="007908F6"/>
    <w:rsid w:val="007A2CF4"/>
    <w:rsid w:val="007B26BA"/>
    <w:rsid w:val="007B75A1"/>
    <w:rsid w:val="007B7C17"/>
    <w:rsid w:val="00802644"/>
    <w:rsid w:val="0080626A"/>
    <w:rsid w:val="00812A0B"/>
    <w:rsid w:val="00826667"/>
    <w:rsid w:val="00843E41"/>
    <w:rsid w:val="0085267A"/>
    <w:rsid w:val="00854E01"/>
    <w:rsid w:val="00855317"/>
    <w:rsid w:val="00872C15"/>
    <w:rsid w:val="00892C56"/>
    <w:rsid w:val="008A613F"/>
    <w:rsid w:val="008B20B6"/>
    <w:rsid w:val="008B44FE"/>
    <w:rsid w:val="008B6942"/>
    <w:rsid w:val="008D4B88"/>
    <w:rsid w:val="008E74A7"/>
    <w:rsid w:val="008F759D"/>
    <w:rsid w:val="009003CD"/>
    <w:rsid w:val="00901AE7"/>
    <w:rsid w:val="009035C9"/>
    <w:rsid w:val="009207F6"/>
    <w:rsid w:val="009232A1"/>
    <w:rsid w:val="00923B5B"/>
    <w:rsid w:val="00932733"/>
    <w:rsid w:val="00937CA3"/>
    <w:rsid w:val="0094310D"/>
    <w:rsid w:val="0094766D"/>
    <w:rsid w:val="00977F97"/>
    <w:rsid w:val="009901E8"/>
    <w:rsid w:val="00991408"/>
    <w:rsid w:val="00993D9D"/>
    <w:rsid w:val="009A6F25"/>
    <w:rsid w:val="009C34EF"/>
    <w:rsid w:val="009F38DB"/>
    <w:rsid w:val="00A0421D"/>
    <w:rsid w:val="00A05433"/>
    <w:rsid w:val="00A10798"/>
    <w:rsid w:val="00A81127"/>
    <w:rsid w:val="00A879CA"/>
    <w:rsid w:val="00A964D3"/>
    <w:rsid w:val="00AF2D8E"/>
    <w:rsid w:val="00B1796A"/>
    <w:rsid w:val="00B22E4E"/>
    <w:rsid w:val="00B2645E"/>
    <w:rsid w:val="00B47989"/>
    <w:rsid w:val="00B52671"/>
    <w:rsid w:val="00B54832"/>
    <w:rsid w:val="00B66BC1"/>
    <w:rsid w:val="00B720A8"/>
    <w:rsid w:val="00B74C11"/>
    <w:rsid w:val="00BA1F40"/>
    <w:rsid w:val="00BC421D"/>
    <w:rsid w:val="00BE54FB"/>
    <w:rsid w:val="00BF45EB"/>
    <w:rsid w:val="00C1350C"/>
    <w:rsid w:val="00C66125"/>
    <w:rsid w:val="00C8062E"/>
    <w:rsid w:val="00C86BFB"/>
    <w:rsid w:val="00C918CF"/>
    <w:rsid w:val="00C9190D"/>
    <w:rsid w:val="00C94B00"/>
    <w:rsid w:val="00CA66DD"/>
    <w:rsid w:val="00CA6C57"/>
    <w:rsid w:val="00CD0882"/>
    <w:rsid w:val="00CD5761"/>
    <w:rsid w:val="00CD6379"/>
    <w:rsid w:val="00CE67FE"/>
    <w:rsid w:val="00D04D6C"/>
    <w:rsid w:val="00D201F5"/>
    <w:rsid w:val="00D30686"/>
    <w:rsid w:val="00D42974"/>
    <w:rsid w:val="00D50E61"/>
    <w:rsid w:val="00D512DD"/>
    <w:rsid w:val="00D617F9"/>
    <w:rsid w:val="00D67CC2"/>
    <w:rsid w:val="00D84B90"/>
    <w:rsid w:val="00DC0E8E"/>
    <w:rsid w:val="00DC7392"/>
    <w:rsid w:val="00DD7F51"/>
    <w:rsid w:val="00DF16F3"/>
    <w:rsid w:val="00E03A3C"/>
    <w:rsid w:val="00E065E8"/>
    <w:rsid w:val="00E245E5"/>
    <w:rsid w:val="00E247EE"/>
    <w:rsid w:val="00E328EB"/>
    <w:rsid w:val="00E462B3"/>
    <w:rsid w:val="00E66258"/>
    <w:rsid w:val="00E83181"/>
    <w:rsid w:val="00EB28C4"/>
    <w:rsid w:val="00EB2BC4"/>
    <w:rsid w:val="00EC1BD5"/>
    <w:rsid w:val="00EC6299"/>
    <w:rsid w:val="00ED249B"/>
    <w:rsid w:val="00EF6CB8"/>
    <w:rsid w:val="00F00284"/>
    <w:rsid w:val="00F10B64"/>
    <w:rsid w:val="00F1185B"/>
    <w:rsid w:val="00F238A9"/>
    <w:rsid w:val="00F301EB"/>
    <w:rsid w:val="00F46154"/>
    <w:rsid w:val="00F92432"/>
    <w:rsid w:val="00FB7EC0"/>
    <w:rsid w:val="00FD1474"/>
    <w:rsid w:val="00FD1B02"/>
    <w:rsid w:val="00FE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26050CD"/>
  <w15:docId w15:val="{687CFA85-44C9-4F9B-9DC9-DA246675D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2D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11F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1F27"/>
  </w:style>
  <w:style w:type="paragraph" w:styleId="a6">
    <w:name w:val="footer"/>
    <w:basedOn w:val="a"/>
    <w:link w:val="a7"/>
    <w:uiPriority w:val="99"/>
    <w:unhideWhenUsed/>
    <w:rsid w:val="00411F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1F27"/>
  </w:style>
  <w:style w:type="paragraph" w:styleId="a8">
    <w:name w:val="Note Heading"/>
    <w:basedOn w:val="a"/>
    <w:next w:val="a"/>
    <w:link w:val="a9"/>
    <w:uiPriority w:val="99"/>
    <w:unhideWhenUsed/>
    <w:rsid w:val="00673080"/>
    <w:pPr>
      <w:jc w:val="center"/>
    </w:pPr>
    <w:rPr>
      <w:szCs w:val="21"/>
    </w:rPr>
  </w:style>
  <w:style w:type="character" w:customStyle="1" w:styleId="a9">
    <w:name w:val="記 (文字)"/>
    <w:basedOn w:val="a0"/>
    <w:link w:val="a8"/>
    <w:uiPriority w:val="99"/>
    <w:rsid w:val="00673080"/>
    <w:rPr>
      <w:szCs w:val="21"/>
    </w:rPr>
  </w:style>
  <w:style w:type="paragraph" w:styleId="aa">
    <w:name w:val="Closing"/>
    <w:basedOn w:val="a"/>
    <w:link w:val="ab"/>
    <w:uiPriority w:val="99"/>
    <w:unhideWhenUsed/>
    <w:rsid w:val="00673080"/>
    <w:pPr>
      <w:jc w:val="right"/>
    </w:pPr>
    <w:rPr>
      <w:szCs w:val="21"/>
    </w:rPr>
  </w:style>
  <w:style w:type="character" w:customStyle="1" w:styleId="ab">
    <w:name w:val="結語 (文字)"/>
    <w:basedOn w:val="a0"/>
    <w:link w:val="aa"/>
    <w:uiPriority w:val="99"/>
    <w:rsid w:val="00673080"/>
    <w:rPr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E462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462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57BD2-4451-417E-A9E8-7724AC711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17BC171B.dotm</Template>
  <TotalTime>24</TotalTime>
  <Pages>3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松井　淳</cp:lastModifiedBy>
  <cp:revision>16</cp:revision>
  <cp:lastPrinted>2016-03-09T05:25:00Z</cp:lastPrinted>
  <dcterms:created xsi:type="dcterms:W3CDTF">2016-03-16T03:11:00Z</dcterms:created>
  <dcterms:modified xsi:type="dcterms:W3CDTF">2019-09-16T23:40:00Z</dcterms:modified>
</cp:coreProperties>
</file>